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2935552C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EB5665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0E75C26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</w:t>
            </w:r>
            <w:r w:rsidR="00EB5665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0BD94C45" w:rsidR="00F1480E" w:rsidRPr="000754EC" w:rsidRDefault="005F7B91" w:rsidP="000754EC">
            <w:pPr>
              <w:pStyle w:val="SIUnittitle"/>
            </w:pPr>
            <w:r w:rsidRPr="005F7B91">
              <w:t>Survey and establish site levels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718531" w14:textId="7212BC38" w:rsidR="005F7B91" w:rsidRPr="005F7B91" w:rsidRDefault="005F7B91" w:rsidP="005F7B91">
            <w:r w:rsidRPr="005F7B91">
              <w:t>This unit of competency describes the skills and knowledge required to undertake site surveys</w:t>
            </w:r>
            <w:r w:rsidR="00DF4322">
              <w:t>,</w:t>
            </w:r>
            <w:r w:rsidRPr="005F7B91">
              <w:t xml:space="preserve"> map levels and issues of levels in gardens</w:t>
            </w:r>
            <w:r w:rsidR="00DF4322">
              <w:t>, and record site details</w:t>
            </w:r>
            <w:r w:rsidRPr="005F7B91">
              <w:t>.</w:t>
            </w:r>
          </w:p>
          <w:p w14:paraId="330F6B30" w14:textId="77777777" w:rsidR="005F7B91" w:rsidRPr="005F7B91" w:rsidRDefault="005F7B91" w:rsidP="005F7B91"/>
          <w:p w14:paraId="2129A7F6" w14:textId="562EEB5D" w:rsidR="00206FEB" w:rsidRDefault="005F7B91" w:rsidP="005F7B91">
            <w:r w:rsidRPr="005F7B91">
              <w:t>Th</w:t>
            </w:r>
            <w:r w:rsidR="006D4C74">
              <w:t>e</w:t>
            </w:r>
            <w:r w:rsidRPr="005F7B91">
              <w:t xml:space="preserve"> unit applies to individuals who </w:t>
            </w:r>
            <w:r w:rsidR="006D4C74">
              <w:t>apply specialist skills and knowledg</w:t>
            </w:r>
            <w:r w:rsidR="006D4C74" w:rsidRPr="006D4C74">
              <w:t xml:space="preserve">e to </w:t>
            </w:r>
            <w:r w:rsidR="006D4C74">
              <w:t>survey</w:t>
            </w:r>
            <w:r w:rsidR="006D4C74" w:rsidRPr="006D4C74">
              <w:t xml:space="preserve">ing </w:t>
            </w:r>
            <w:r w:rsidR="006D4C74">
              <w:t>and establishing site levels</w:t>
            </w:r>
            <w:r w:rsidR="006D4C74" w:rsidRPr="006D4C74">
              <w:t xml:space="preserve">, take personal responsibility and exercise autonomy in undertaking complex work. They </w:t>
            </w:r>
            <w:r w:rsidRPr="005F7B91">
              <w:t xml:space="preserve">analyse </w:t>
            </w:r>
            <w:r w:rsidR="006D4C74">
              <w:t>and synthesise</w:t>
            </w:r>
            <w:r w:rsidR="006D4C74" w:rsidRPr="006D4C74">
              <w:t xml:space="preserve"> </w:t>
            </w:r>
            <w:r w:rsidRPr="005F7B91">
              <w:t>information</w:t>
            </w:r>
            <w:r w:rsidR="006D4C74">
              <w:t>,</w:t>
            </w:r>
            <w:r w:rsidRPr="005F7B91">
              <w:t xml:space="preserve"> and analyse, design and communicate solutions to </w:t>
            </w:r>
            <w:r w:rsidR="006D4C74">
              <w:t>sometimes</w:t>
            </w:r>
            <w:r w:rsidRPr="005F7B91">
              <w:t xml:space="preserve"> complex problems.</w:t>
            </w:r>
          </w:p>
          <w:p w14:paraId="3FAC642B" w14:textId="77777777" w:rsidR="00206FEB" w:rsidRDefault="00206FEB" w:rsidP="005F7B91"/>
          <w:p w14:paraId="718FE7BA" w14:textId="61082ACC" w:rsidR="005F7B91" w:rsidRPr="005F7B91" w:rsidRDefault="005F7B91" w:rsidP="005F7B91">
            <w:r w:rsidRPr="005F7B91">
              <w:t>All work is carried out to comply with workplace procedures</w:t>
            </w:r>
            <w:r w:rsidR="00206FEB">
              <w:t>, health and safety in the workplace requirements, legislative and regulatory requirements, and sustainabi</w:t>
            </w:r>
            <w:r w:rsidR="009D07D0">
              <w:t>lity and biosecurity practices</w:t>
            </w:r>
            <w:r w:rsidRPr="005F7B91">
              <w:t>.</w:t>
            </w:r>
          </w:p>
          <w:p w14:paraId="38B9BBDD" w14:textId="77777777" w:rsidR="005F7B91" w:rsidRPr="005F7B91" w:rsidRDefault="005F7B91" w:rsidP="005F7B91"/>
          <w:p w14:paraId="034C6C33" w14:textId="2017855D" w:rsidR="005F7B91" w:rsidRPr="000754EC" w:rsidRDefault="005F7B91" w:rsidP="005F7B91">
            <w:pPr>
              <w:pStyle w:val="SIText"/>
            </w:pPr>
            <w:r w:rsidRPr="005F7B91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B56B8A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7B9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8F895ED" w:rsidR="005F7B91" w:rsidRPr="005F7B91" w:rsidRDefault="005F7B91" w:rsidP="005F7B91">
            <w:pPr>
              <w:pStyle w:val="SIText"/>
            </w:pPr>
            <w:r w:rsidRPr="005F7B91">
              <w:t>1. Undertake the site survey</w:t>
            </w:r>
          </w:p>
        </w:tc>
        <w:tc>
          <w:tcPr>
            <w:tcW w:w="3604" w:type="pct"/>
            <w:shd w:val="clear" w:color="auto" w:fill="auto"/>
          </w:tcPr>
          <w:p w14:paraId="4DD95DBD" w14:textId="663DE752" w:rsidR="00643C64" w:rsidRDefault="005F7B91" w:rsidP="005F7B91">
            <w:r w:rsidRPr="005F7B91">
              <w:t xml:space="preserve">1.1 </w:t>
            </w:r>
            <w:r w:rsidR="00643C64">
              <w:t>Test survey equipment</w:t>
            </w:r>
            <w:r w:rsidR="00171C90">
              <w:t xml:space="preserve"> calibration</w:t>
            </w:r>
          </w:p>
          <w:p w14:paraId="156B329D" w14:textId="41640E1D" w:rsidR="005F7B91" w:rsidRPr="005F7B91" w:rsidRDefault="00643C64" w:rsidP="005F7B91">
            <w:r>
              <w:t xml:space="preserve">1.2 </w:t>
            </w:r>
            <w:r w:rsidR="005F7B91" w:rsidRPr="005F7B91">
              <w:t>Determine survey items from existing plan or client brief</w:t>
            </w:r>
            <w:r w:rsidR="00B41BB7">
              <w:t xml:space="preserve"> and prepare sketch plan</w:t>
            </w:r>
          </w:p>
          <w:p w14:paraId="4C81687B" w14:textId="228680C3" w:rsidR="005F7B91" w:rsidRPr="005F7B91" w:rsidRDefault="005F7B91" w:rsidP="005F7B91">
            <w:r w:rsidRPr="005F7B91">
              <w:t>1.</w:t>
            </w:r>
            <w:r w:rsidR="00643C64">
              <w:t>3</w:t>
            </w:r>
            <w:r w:rsidRPr="005F7B91">
              <w:t xml:space="preserve"> </w:t>
            </w:r>
            <w:r w:rsidR="00110BB1">
              <w:t>S</w:t>
            </w:r>
            <w:r w:rsidRPr="005F7B91">
              <w:t>urvey items and relevant landscape features</w:t>
            </w:r>
            <w:r w:rsidR="00110BB1">
              <w:t xml:space="preserve"> and take heights</w:t>
            </w:r>
          </w:p>
          <w:p w14:paraId="1696B99B" w14:textId="1E8C09CC" w:rsidR="00BF450A" w:rsidRPr="005F7B91" w:rsidRDefault="005F7B91">
            <w:r w:rsidRPr="005F7B91">
              <w:t>1.</w:t>
            </w:r>
            <w:r w:rsidR="00110BB1">
              <w:t>4</w:t>
            </w:r>
            <w:r w:rsidRPr="005F7B91">
              <w:t xml:space="preserve"> </w:t>
            </w:r>
            <w:r w:rsidR="00110BB1">
              <w:t>Record and c</w:t>
            </w:r>
            <w:r w:rsidRPr="005F7B91">
              <w:t>heck measurements</w:t>
            </w:r>
          </w:p>
        </w:tc>
      </w:tr>
      <w:tr w:rsidR="005F7B91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D60A841" w:rsidR="005F7B91" w:rsidRPr="005F7B91" w:rsidRDefault="00B43875" w:rsidP="005F7B91">
            <w:pPr>
              <w:pStyle w:val="SIText"/>
            </w:pPr>
            <w:r>
              <w:t>2</w:t>
            </w:r>
            <w:r w:rsidR="005F7B91" w:rsidRPr="005F7B91">
              <w:t>. Record site details</w:t>
            </w:r>
          </w:p>
        </w:tc>
        <w:tc>
          <w:tcPr>
            <w:tcW w:w="3604" w:type="pct"/>
            <w:shd w:val="clear" w:color="auto" w:fill="auto"/>
          </w:tcPr>
          <w:p w14:paraId="795BABDC" w14:textId="0023BAF5" w:rsidR="00A962CB" w:rsidRPr="00A962CB" w:rsidRDefault="00B43875" w:rsidP="00A962CB">
            <w:r>
              <w:t>2</w:t>
            </w:r>
            <w:r w:rsidR="005F7B91" w:rsidRPr="005F7B91">
              <w:t xml:space="preserve">.1 </w:t>
            </w:r>
            <w:r w:rsidR="00110BB1">
              <w:t>D</w:t>
            </w:r>
            <w:r w:rsidR="00A962CB" w:rsidRPr="00A962CB">
              <w:t xml:space="preserve">raw </w:t>
            </w:r>
            <w:r w:rsidR="00110BB1">
              <w:t xml:space="preserve">plan </w:t>
            </w:r>
            <w:r w:rsidR="00A962CB" w:rsidRPr="00A962CB">
              <w:t>to scale</w:t>
            </w:r>
          </w:p>
          <w:p w14:paraId="7A711FFA" w14:textId="75C7E77F" w:rsidR="005F7B91" w:rsidRPr="005F7B91" w:rsidRDefault="00B43875" w:rsidP="005F7B91">
            <w:r>
              <w:t>2</w:t>
            </w:r>
            <w:r w:rsidR="00A962CB">
              <w:t xml:space="preserve">.2 </w:t>
            </w:r>
            <w:r w:rsidR="00110BB1">
              <w:t>O</w:t>
            </w:r>
            <w:r w:rsidR="005F7B91" w:rsidRPr="005F7B91">
              <w:t>rientat</w:t>
            </w:r>
            <w:r w:rsidR="00110BB1">
              <w:t>e</w:t>
            </w:r>
            <w:r w:rsidR="005F7B91" w:rsidRPr="005F7B91">
              <w:t xml:space="preserve"> </w:t>
            </w:r>
            <w:r w:rsidR="00110BB1">
              <w:t>north point</w:t>
            </w:r>
          </w:p>
          <w:p w14:paraId="481431F3" w14:textId="1108F092" w:rsidR="006D4C74" w:rsidRDefault="00B43875" w:rsidP="005F7B91">
            <w:r>
              <w:t>2</w:t>
            </w:r>
            <w:r w:rsidR="005F7B91" w:rsidRPr="005F7B91">
              <w:t>.</w:t>
            </w:r>
            <w:r w:rsidR="00A962CB">
              <w:t>3</w:t>
            </w:r>
            <w:r w:rsidR="005F7B91" w:rsidRPr="005F7B91">
              <w:t xml:space="preserve"> </w:t>
            </w:r>
            <w:r w:rsidR="006D4C74">
              <w:t>Re</w:t>
            </w:r>
            <w:r w:rsidR="00110BB1">
              <w:t>duce levels and re</w:t>
            </w:r>
            <w:r w:rsidR="006D4C74">
              <w:t>cord on plan</w:t>
            </w:r>
          </w:p>
          <w:p w14:paraId="7C104250" w14:textId="24667066" w:rsidR="005F7B91" w:rsidRPr="005F7B91" w:rsidRDefault="00B43875" w:rsidP="00D538B2">
            <w:r>
              <w:t>2</w:t>
            </w:r>
            <w:r w:rsidR="006D4C74">
              <w:t>.</w:t>
            </w:r>
            <w:r w:rsidR="00A962CB">
              <w:t>4</w:t>
            </w:r>
            <w:r w:rsidR="006D4C74">
              <w:t xml:space="preserve"> </w:t>
            </w:r>
            <w:r w:rsidR="00596B65">
              <w:t>Analyse</w:t>
            </w:r>
            <w:r w:rsidR="00110BB1">
              <w:t xml:space="preserve"> and record issues of levels on site plan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4643" w:rsidRPr="00336FCA" w:rsidDel="00423CB2" w14:paraId="47999B0A" w14:textId="77777777" w:rsidTr="00CA2922">
        <w:tc>
          <w:tcPr>
            <w:tcW w:w="1396" w:type="pct"/>
          </w:tcPr>
          <w:p w14:paraId="60A12D9C" w14:textId="2DC9318B" w:rsidR="00804643" w:rsidRPr="00804643" w:rsidRDefault="00804643" w:rsidP="008046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4643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225F9310" w14:textId="678FFC59" w:rsidR="00804643" w:rsidRPr="00804643" w:rsidRDefault="00804643" w:rsidP="0080464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4643">
              <w:rPr>
                <w:rStyle w:val="SITemporaryText-red"/>
                <w:color w:val="auto"/>
                <w:sz w:val="20"/>
              </w:rPr>
              <w:t>Identify and interpret information regarding survey items and requirements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69B323B3" w:rsidR="00DA54B5" w:rsidRPr="006D4C74" w:rsidRDefault="006D4C74" w:rsidP="006D4C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4C7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200EEF6D" w:rsidR="00DA54B5" w:rsidRPr="009E0B21" w:rsidRDefault="006D4C74" w:rsidP="009E0B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E0B21">
              <w:rPr>
                <w:rStyle w:val="SITemporaryText-red"/>
                <w:color w:val="auto"/>
                <w:sz w:val="20"/>
              </w:rPr>
              <w:t xml:space="preserve">Initiate discussions with client, using clear language and standard industry terminology to discuss </w:t>
            </w:r>
            <w:r w:rsidR="00110BB1" w:rsidRPr="009E0B21">
              <w:rPr>
                <w:rStyle w:val="SITemporaryText-red"/>
                <w:color w:val="auto"/>
                <w:sz w:val="20"/>
              </w:rPr>
              <w:t>survey items and sketch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D4C74" w14:paraId="7EFB7203" w14:textId="77777777" w:rsidTr="00F33FF2">
        <w:tc>
          <w:tcPr>
            <w:tcW w:w="1028" w:type="pct"/>
          </w:tcPr>
          <w:p w14:paraId="7B4A0532" w14:textId="6658FF79" w:rsidR="006D4C74" w:rsidRPr="006D4C74" w:rsidRDefault="006D4C74" w:rsidP="006D4C74">
            <w:pPr>
              <w:pStyle w:val="SIText"/>
            </w:pPr>
            <w:r w:rsidRPr="006D4C74">
              <w:t>AHCLSC5</w:t>
            </w:r>
            <w:r w:rsidR="00EB5665">
              <w:t>XX</w:t>
            </w:r>
            <w:r w:rsidRPr="006D4C74">
              <w:t xml:space="preserve"> Survey and establish site levels</w:t>
            </w:r>
          </w:p>
          <w:p w14:paraId="6B803FA7" w14:textId="64441691" w:rsidR="006D4C74" w:rsidRPr="006D4C74" w:rsidRDefault="006D4C74" w:rsidP="006D4C74">
            <w:pPr>
              <w:pStyle w:val="SIText"/>
            </w:pPr>
            <w:r w:rsidRPr="006D4C74">
              <w:t xml:space="preserve">Release </w:t>
            </w:r>
            <w:r w:rsidR="00EB5665">
              <w:t>1</w:t>
            </w:r>
          </w:p>
        </w:tc>
        <w:tc>
          <w:tcPr>
            <w:tcW w:w="1105" w:type="pct"/>
          </w:tcPr>
          <w:p w14:paraId="51E7F294" w14:textId="77777777" w:rsidR="006D4C74" w:rsidRPr="006D4C74" w:rsidRDefault="006D4C74" w:rsidP="006D4C74">
            <w:pPr>
              <w:pStyle w:val="SIText"/>
            </w:pPr>
            <w:r w:rsidRPr="006D4C74">
              <w:t>AHCLSC501 Survey and establish site levels</w:t>
            </w:r>
          </w:p>
          <w:p w14:paraId="3216D365" w14:textId="41C46507" w:rsidR="006D4C74" w:rsidRPr="006D4C74" w:rsidRDefault="006D4C74" w:rsidP="00EE7FBE">
            <w:pPr>
              <w:pStyle w:val="SIText"/>
            </w:pPr>
            <w:r w:rsidRPr="006D4C74">
              <w:t>Release 1</w:t>
            </w:r>
          </w:p>
        </w:tc>
        <w:tc>
          <w:tcPr>
            <w:tcW w:w="1251" w:type="pct"/>
          </w:tcPr>
          <w:p w14:paraId="29D4A76A" w14:textId="77777777" w:rsidR="006D4C74" w:rsidRPr="00EB5665" w:rsidRDefault="006D4C74" w:rsidP="00EB56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274D92" w14:textId="78A5B1D2" w:rsidR="006D4C74" w:rsidRPr="00EB5665" w:rsidRDefault="006D4C74" w:rsidP="00EB56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M</w:t>
            </w:r>
            <w:r w:rsidR="00EB5665" w:rsidRPr="00EB5665">
              <w:rPr>
                <w:rStyle w:val="SITemporaryText-red"/>
                <w:color w:val="auto"/>
                <w:sz w:val="20"/>
              </w:rPr>
              <w:t>aj</w:t>
            </w:r>
            <w:r w:rsidRPr="00EB566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24D7BF7E" w14:textId="77777777" w:rsidR="006D4C74" w:rsidRPr="00EB5665" w:rsidRDefault="006D4C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03DA1C5E" w:rsidR="006D4C74" w:rsidRPr="00EB5665" w:rsidRDefault="006D4C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B566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1F3805C2" w:rsidR="006D4C74" w:rsidRPr="009E0B21" w:rsidRDefault="00EB5665" w:rsidP="009E0B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0B21">
              <w:rPr>
                <w:rStyle w:val="SITemporaryText-blue"/>
                <w:color w:val="auto"/>
                <w:sz w:val="20"/>
              </w:rPr>
              <w:t>Not e</w:t>
            </w:r>
            <w:r w:rsidR="006D4C74" w:rsidRPr="009E0B21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20A83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E15B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7B91" w:rsidRPr="005F7B91">
              <w:t>AHCLSC5</w:t>
            </w:r>
            <w:r w:rsidR="00EB5665">
              <w:t>XX</w:t>
            </w:r>
            <w:r w:rsidR="005F7B91" w:rsidRPr="005F7B91">
              <w:t xml:space="preserve"> Survey and establish site levels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E7FBE">
        <w:trPr>
          <w:trHeight w:val="3293"/>
        </w:trPr>
        <w:tc>
          <w:tcPr>
            <w:tcW w:w="5000" w:type="pct"/>
            <w:gridSpan w:val="2"/>
            <w:shd w:val="clear" w:color="auto" w:fill="auto"/>
          </w:tcPr>
          <w:p w14:paraId="6C52247C" w14:textId="5F30A038" w:rsidR="00DF4322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64E80000" w:rsidR="00DA54B5" w:rsidRPr="00A962CB" w:rsidRDefault="00DA54B5" w:rsidP="00643C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62C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surveyed and established site levels on at least </w:t>
            </w:r>
            <w:r w:rsidR="005E65B4">
              <w:rPr>
                <w:rStyle w:val="SITemporaryText-red"/>
              </w:rPr>
              <w:t>one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 </w:t>
            </w:r>
            <w:r w:rsidR="00FE3833" w:rsidRPr="00643C64">
              <w:rPr>
                <w:rStyle w:val="SITemporaryText-red"/>
                <w:color w:val="auto"/>
                <w:sz w:val="20"/>
              </w:rPr>
              <w:t>occasion</w:t>
            </w:r>
            <w:r w:rsidR="00643C64" w:rsidRPr="00643C64">
              <w:rPr>
                <w:rStyle w:val="SITemporaryText-red"/>
                <w:color w:val="auto"/>
                <w:sz w:val="20"/>
              </w:rPr>
              <w:t xml:space="preserve"> on two different sites</w:t>
            </w:r>
            <w:r w:rsidR="00FE3833" w:rsidRPr="00643C64">
              <w:rPr>
                <w:rStyle w:val="SITemporaryText-red"/>
                <w:color w:val="auto"/>
                <w:sz w:val="20"/>
              </w:rPr>
              <w:t>,</w:t>
            </w:r>
            <w:r w:rsidR="00FE3833" w:rsidRPr="00A962CB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A962CB">
              <w:rPr>
                <w:rStyle w:val="SITemporaryText-red"/>
                <w:color w:val="auto"/>
                <w:sz w:val="20"/>
              </w:rPr>
              <w:t>:</w:t>
            </w:r>
          </w:p>
          <w:p w14:paraId="70B2430A" w14:textId="4DEF1919" w:rsidR="00643C64" w:rsidRDefault="00643C64" w:rsidP="00EE7FBE">
            <w:pPr>
              <w:pStyle w:val="SIBulletList1"/>
            </w:pPr>
            <w:r>
              <w:t>performed survey equipment test</w:t>
            </w:r>
          </w:p>
          <w:p w14:paraId="68A2BD6E" w14:textId="040DB371" w:rsidR="00643C64" w:rsidRDefault="00643C64" w:rsidP="00EE7FBE">
            <w:pPr>
              <w:pStyle w:val="SIBulletList1"/>
            </w:pPr>
            <w:r>
              <w:t>maintained survey equipment and material</w:t>
            </w:r>
          </w:p>
          <w:p w14:paraId="303348A7" w14:textId="5942BF50" w:rsidR="00EE7FBE" w:rsidRDefault="00EE7FBE" w:rsidP="00EE7FBE">
            <w:pPr>
              <w:pStyle w:val="SIBulletList1"/>
            </w:pPr>
            <w:r>
              <w:t>interpreted existing plans and client brief</w:t>
            </w:r>
          </w:p>
          <w:p w14:paraId="5ECEB476" w14:textId="77777777" w:rsidR="005F7B91" w:rsidRPr="005F7B91" w:rsidRDefault="005F7B91" w:rsidP="005F7B91">
            <w:pPr>
              <w:pStyle w:val="SIBulletList1"/>
            </w:pPr>
            <w:r w:rsidRPr="005F7B91">
              <w:t>read maps and plans</w:t>
            </w:r>
          </w:p>
          <w:p w14:paraId="3AEE08BB" w14:textId="5DAFD0B5" w:rsidR="005F7B91" w:rsidRPr="005F7B91" w:rsidRDefault="005F7B91" w:rsidP="005F7B91">
            <w:pPr>
              <w:pStyle w:val="SIBulletList1"/>
            </w:pPr>
            <w:r w:rsidRPr="005F7B91">
              <w:t>record</w:t>
            </w:r>
            <w:r w:rsidR="00EE7FBE">
              <w:t>ed</w:t>
            </w:r>
            <w:r w:rsidRPr="005F7B91">
              <w:t xml:space="preserve"> levels of survey items and site features</w:t>
            </w:r>
          </w:p>
          <w:p w14:paraId="58D1BD0F" w14:textId="3CE69BCD" w:rsidR="005F7B91" w:rsidRPr="005F7B91" w:rsidRDefault="005F7B91" w:rsidP="005F7B91">
            <w:pPr>
              <w:pStyle w:val="SIBulletList1"/>
            </w:pPr>
            <w:r w:rsidRPr="005F7B91">
              <w:t>orientate</w:t>
            </w:r>
            <w:r w:rsidR="00EE7FBE">
              <w:t>d</w:t>
            </w:r>
            <w:r w:rsidRPr="005F7B91">
              <w:t xml:space="preserve"> a landscape site</w:t>
            </w:r>
          </w:p>
          <w:p w14:paraId="014EBB19" w14:textId="1C4B558C" w:rsidR="005F7B91" w:rsidRPr="005F7B91" w:rsidRDefault="005F7B91" w:rsidP="005F7B91">
            <w:pPr>
              <w:pStyle w:val="SIBulletList1"/>
            </w:pPr>
            <w:r w:rsidRPr="005F7B91">
              <w:t>use</w:t>
            </w:r>
            <w:r w:rsidR="00EE7FBE">
              <w:t>d</w:t>
            </w:r>
            <w:r w:rsidRPr="005F7B91">
              <w:t xml:space="preserve"> survey equipment</w:t>
            </w:r>
            <w:r w:rsidR="00643C64">
              <w:t xml:space="preserve"> on a sloping site, including a change point</w:t>
            </w:r>
          </w:p>
          <w:p w14:paraId="446C6EF8" w14:textId="27AA50A7" w:rsidR="005F7B91" w:rsidRPr="005F7B91" w:rsidRDefault="005F7B91" w:rsidP="005F7B91">
            <w:pPr>
              <w:pStyle w:val="SIBulletList1"/>
            </w:pPr>
            <w:r w:rsidRPr="005F7B91">
              <w:t>analyse</w:t>
            </w:r>
            <w:r w:rsidR="00EE7FBE">
              <w:t>d</w:t>
            </w:r>
            <w:r w:rsidRPr="005F7B91">
              <w:t xml:space="preserve"> surveying and levelling results</w:t>
            </w:r>
          </w:p>
          <w:p w14:paraId="0EEA057A" w14:textId="44919F05" w:rsidR="005F7B91" w:rsidRPr="005F7B91" w:rsidRDefault="005F7B91" w:rsidP="005F7B91">
            <w:pPr>
              <w:pStyle w:val="SIBulletList1"/>
            </w:pPr>
            <w:r w:rsidRPr="005F7B91">
              <w:t>map</w:t>
            </w:r>
            <w:r w:rsidR="00EE7FBE">
              <w:t>ped</w:t>
            </w:r>
            <w:r w:rsidRPr="005F7B91">
              <w:t xml:space="preserve"> orientation and levels and issues of levels</w:t>
            </w:r>
            <w:r w:rsidR="00110BB1">
              <w:t xml:space="preserve"> to scale</w:t>
            </w:r>
            <w:r w:rsidRPr="005F7B91">
              <w:t xml:space="preserve"> on a s</w:t>
            </w:r>
            <w:r w:rsidR="00110BB1">
              <w:t>ite</w:t>
            </w:r>
            <w:r w:rsidRPr="005F7B91">
              <w:t xml:space="preserve"> plan</w:t>
            </w:r>
          </w:p>
          <w:p w14:paraId="42E0CF0B" w14:textId="3BCA7EAC" w:rsidR="005F7B91" w:rsidRPr="005F7B91" w:rsidRDefault="005F7B91" w:rsidP="005F7B91">
            <w:pPr>
              <w:pStyle w:val="SIBulletList1"/>
            </w:pPr>
            <w:r w:rsidRPr="005F7B91">
              <w:t>book</w:t>
            </w:r>
            <w:r w:rsidR="00EE7FBE">
              <w:t>ed</w:t>
            </w:r>
            <w:r w:rsidRPr="005F7B91">
              <w:t xml:space="preserve"> and log</w:t>
            </w:r>
            <w:r w:rsidR="00EE7FBE">
              <w:t>ged</w:t>
            </w:r>
            <w:r w:rsidRPr="005F7B91">
              <w:t xml:space="preserve"> results</w:t>
            </w:r>
          </w:p>
          <w:p w14:paraId="4573BBE7" w14:textId="3354FBDC" w:rsidR="005F7B91" w:rsidRPr="005F7B91" w:rsidRDefault="005F7B91" w:rsidP="005F7B91">
            <w:pPr>
              <w:pStyle w:val="SIBulletList1"/>
            </w:pPr>
            <w:r w:rsidRPr="005F7B91">
              <w:t>produce</w:t>
            </w:r>
            <w:r w:rsidR="00EE7FBE">
              <w:t>d</w:t>
            </w:r>
            <w:r w:rsidRPr="005F7B91">
              <w:t xml:space="preserve"> scale drawings for designs and costing</w:t>
            </w:r>
          </w:p>
          <w:p w14:paraId="3F4E2EAA" w14:textId="109E7510" w:rsidR="00556C4C" w:rsidRPr="000754EC" w:rsidRDefault="00EE7FBE" w:rsidP="00EE7FBE">
            <w:pPr>
              <w:pStyle w:val="SIBulletList1"/>
            </w:pPr>
            <w:r>
              <w:t>l</w:t>
            </w:r>
            <w:r w:rsidR="005F7B91" w:rsidRPr="005F7B91">
              <w:t>iaise</w:t>
            </w:r>
            <w:r>
              <w:t>d</w:t>
            </w:r>
            <w:r w:rsidR="005F7B91" w:rsidRPr="005F7B91">
              <w:t xml:space="preserve"> with clients</w:t>
            </w:r>
            <w: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AC1AAE5" w14:textId="29FD8FE0" w:rsidR="005F7B91" w:rsidRPr="005F7B91" w:rsidRDefault="005F7B91" w:rsidP="005F7B91">
            <w:pPr>
              <w:pStyle w:val="SIBulletList1"/>
            </w:pPr>
            <w:r w:rsidRPr="005F7B91">
              <w:t>principles and practices of establishing site levels</w:t>
            </w:r>
            <w:r w:rsidR="00EE7FBE">
              <w:t>, including:</w:t>
            </w:r>
          </w:p>
          <w:p w14:paraId="737587C6" w14:textId="37435B6E" w:rsidR="00643C64" w:rsidRDefault="00643C64" w:rsidP="001565AE">
            <w:pPr>
              <w:pStyle w:val="SIBulletList2"/>
            </w:pPr>
            <w:r>
              <w:t>survey equipment testing</w:t>
            </w:r>
            <w:r w:rsidR="007854AD">
              <w:t>, calibration</w:t>
            </w:r>
            <w:r>
              <w:t xml:space="preserve"> </w:t>
            </w:r>
            <w:r w:rsidR="007854AD">
              <w:t xml:space="preserve">and maintenance </w:t>
            </w:r>
            <w:r>
              <w:t>procedures</w:t>
            </w:r>
          </w:p>
          <w:p w14:paraId="42C5BAFA" w14:textId="0779826A" w:rsidR="005F7B91" w:rsidRDefault="005F7B91" w:rsidP="001565AE">
            <w:pPr>
              <w:pStyle w:val="SIBulletList2"/>
            </w:pPr>
            <w:r w:rsidRPr="005F7B91">
              <w:t xml:space="preserve">techniques </w:t>
            </w:r>
            <w:r w:rsidR="007854AD">
              <w:t>for surveying</w:t>
            </w:r>
            <w:r w:rsidRPr="005F7B91">
              <w:t xml:space="preserve"> differ</w:t>
            </w:r>
            <w:r w:rsidR="007854AD">
              <w:t>ing and unusual</w:t>
            </w:r>
            <w:r w:rsidRPr="005F7B91">
              <w:t xml:space="preserve"> garden shapes</w:t>
            </w:r>
          </w:p>
          <w:p w14:paraId="001A3720" w14:textId="77777777" w:rsidR="00B43875" w:rsidRDefault="007470FA" w:rsidP="001565AE">
            <w:pPr>
              <w:pStyle w:val="SIBulletList2"/>
            </w:pPr>
            <w:r w:rsidRPr="007470FA">
              <w:t>map and plan reading, and map orientation</w:t>
            </w:r>
          </w:p>
          <w:p w14:paraId="5B8CCC16" w14:textId="77AD4948" w:rsidR="007470FA" w:rsidRDefault="00B43875" w:rsidP="001565AE">
            <w:pPr>
              <w:pStyle w:val="SIBulletList2"/>
            </w:pPr>
            <w:r>
              <w:t>difference between magnetic and true north</w:t>
            </w:r>
          </w:p>
          <w:p w14:paraId="594042BC" w14:textId="484A4453" w:rsidR="00F1480E" w:rsidRPr="000754EC" w:rsidRDefault="00EE7FBE" w:rsidP="001565AE">
            <w:pPr>
              <w:pStyle w:val="SIBulletList2"/>
            </w:pPr>
            <w:r>
              <w:t xml:space="preserve">tools, </w:t>
            </w:r>
            <w:r w:rsidR="009E0B21">
              <w:t>equipment,</w:t>
            </w:r>
            <w:r>
              <w:t xml:space="preserve"> and </w:t>
            </w:r>
            <w:r w:rsidR="005F7B91" w:rsidRPr="005F7B91">
              <w:t xml:space="preserve">surveying </w:t>
            </w:r>
            <w:r>
              <w:t>instruments</w:t>
            </w:r>
            <w:r w:rsidR="008F4442">
              <w:t xml:space="preserve"> </w:t>
            </w:r>
            <w:r>
              <w:t>relevant to surveying and establishing site levels for</w:t>
            </w:r>
            <w:r w:rsidR="005F7B91" w:rsidRPr="005F7B91">
              <w:t xml:space="preserve"> landscape projects</w:t>
            </w:r>
            <w:r w:rsidR="007470FA">
              <w:t xml:space="preserve"> and their use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467DE3B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612CC27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8889F46" w:rsidR="00DA54B5" w:rsidRPr="00EE7FBE" w:rsidRDefault="00EE7FBE" w:rsidP="00EE7FB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E7FB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255CA933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EDE35FD" w14:textId="35B2519D" w:rsidR="00DA54B5" w:rsidRPr="00EE7FBE" w:rsidRDefault="00EE7FBE" w:rsidP="00EE7FB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E7FBE">
              <w:rPr>
                <w:rStyle w:val="SITemporaryText-red"/>
                <w:rFonts w:eastAsia="Calibri"/>
                <w:color w:val="auto"/>
                <w:sz w:val="20"/>
              </w:rPr>
              <w:t>tools and equipment, and survey instruments applicable to surveying and establishing site levels for landscape projects</w:t>
            </w:r>
          </w:p>
          <w:p w14:paraId="68FA88CC" w14:textId="35D31E8C" w:rsidR="00DF4322" w:rsidRPr="00DF4322" w:rsidRDefault="00DF4322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specifications:</w:t>
            </w:r>
          </w:p>
          <w:p w14:paraId="6E5EF0CB" w14:textId="3E0598BF" w:rsidR="00DF4322" w:rsidRPr="00EE7FBE" w:rsidRDefault="00EE7FBE" w:rsidP="007470F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site plans</w:t>
            </w:r>
            <w:r w:rsidR="007470FA" w:rsidRPr="007470FA">
              <w:rPr>
                <w:rStyle w:val="SITemporaryText-red"/>
                <w:color w:val="auto"/>
                <w:sz w:val="20"/>
              </w:rPr>
              <w:t>, maps</w:t>
            </w:r>
            <w:r w:rsidRPr="007470FA">
              <w:rPr>
                <w:rStyle w:val="SITemporaryText-red"/>
                <w:color w:val="auto"/>
                <w:sz w:val="20"/>
              </w:rPr>
              <w:t xml:space="preserve"> and</w:t>
            </w:r>
            <w:r w:rsidRPr="00EE7FBE">
              <w:rPr>
                <w:rStyle w:val="SITemporaryText-red"/>
                <w:color w:val="auto"/>
                <w:sz w:val="20"/>
              </w:rPr>
              <w:t xml:space="preserve"> client brief applicable to surveying and establishing site levels for landscape projects</w:t>
            </w:r>
          </w:p>
          <w:p w14:paraId="0DCA1D1B" w14:textId="4020F5FD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09E820D" w:rsidR="00DA54B5" w:rsidRPr="00EE7FBE" w:rsidRDefault="00EE7FBE" w:rsidP="00EE7F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74BB1A0F" w:rsidR="00DA54B5" w:rsidRPr="00DF4322" w:rsidRDefault="00DA54B5" w:rsidP="00DF43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17482F8" w:rsidR="00DA54B5" w:rsidRPr="00EE7FBE" w:rsidRDefault="00EE7FBE" w:rsidP="00EE7F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E7FB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E7FB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DF4322" w:rsidRDefault="00DA54B5" w:rsidP="00DF43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84F8499" w:rsidR="00DA54B5" w:rsidRPr="00DF4322" w:rsidRDefault="00DA54B5" w:rsidP="00DF4322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432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EE29A16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B566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E58C8" w14:textId="77777777" w:rsidR="007905D2" w:rsidRDefault="007905D2" w:rsidP="00BF3F0A">
      <w:r>
        <w:separator/>
      </w:r>
    </w:p>
    <w:p w14:paraId="7C40C672" w14:textId="77777777" w:rsidR="007905D2" w:rsidRDefault="007905D2"/>
  </w:endnote>
  <w:endnote w:type="continuationSeparator" w:id="0">
    <w:p w14:paraId="0719F77F" w14:textId="77777777" w:rsidR="007905D2" w:rsidRDefault="007905D2" w:rsidP="00BF3F0A">
      <w:r>
        <w:continuationSeparator/>
      </w:r>
    </w:p>
    <w:p w14:paraId="0A387D23" w14:textId="77777777" w:rsidR="007905D2" w:rsidRDefault="00790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6DE8D" w14:textId="77777777" w:rsidR="007905D2" w:rsidRDefault="007905D2" w:rsidP="00BF3F0A">
      <w:r>
        <w:separator/>
      </w:r>
    </w:p>
    <w:p w14:paraId="4464B6B7" w14:textId="77777777" w:rsidR="007905D2" w:rsidRDefault="007905D2"/>
  </w:footnote>
  <w:footnote w:type="continuationSeparator" w:id="0">
    <w:p w14:paraId="4C2D5CD6" w14:textId="77777777" w:rsidR="007905D2" w:rsidRDefault="007905D2" w:rsidP="00BF3F0A">
      <w:r>
        <w:continuationSeparator/>
      </w:r>
    </w:p>
    <w:p w14:paraId="034F6B84" w14:textId="77777777" w:rsidR="007905D2" w:rsidRDefault="00790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63E4550" w:rsidR="009C2650" w:rsidRPr="005F7B91" w:rsidRDefault="005F7B91" w:rsidP="005F7B91">
    <w:r w:rsidRPr="005F7B91">
      <w:t>AHCLSC5</w:t>
    </w:r>
    <w:r w:rsidR="00EB5665">
      <w:t>XX</w:t>
    </w:r>
    <w:r w:rsidRPr="005F7B91">
      <w:t xml:space="preserve"> Survey and establish site levels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1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0"/>
  </w:num>
  <w:num w:numId="10">
    <w:abstractNumId w:val="29"/>
  </w:num>
  <w:num w:numId="11">
    <w:abstractNumId w:val="37"/>
  </w:num>
  <w:num w:numId="12">
    <w:abstractNumId w:val="31"/>
  </w:num>
  <w:num w:numId="13">
    <w:abstractNumId w:val="43"/>
  </w:num>
  <w:num w:numId="14">
    <w:abstractNumId w:val="7"/>
  </w:num>
  <w:num w:numId="15">
    <w:abstractNumId w:val="8"/>
  </w:num>
  <w:num w:numId="16">
    <w:abstractNumId w:val="44"/>
  </w:num>
  <w:num w:numId="17">
    <w:abstractNumId w:val="30"/>
  </w:num>
  <w:num w:numId="18">
    <w:abstractNumId w:val="5"/>
  </w:num>
  <w:num w:numId="19">
    <w:abstractNumId w:val="13"/>
  </w:num>
  <w:num w:numId="20">
    <w:abstractNumId w:val="2"/>
  </w:num>
  <w:num w:numId="21">
    <w:abstractNumId w:val="32"/>
  </w:num>
  <w:num w:numId="22">
    <w:abstractNumId w:val="33"/>
  </w:num>
  <w:num w:numId="23">
    <w:abstractNumId w:val="27"/>
  </w:num>
  <w:num w:numId="24">
    <w:abstractNumId w:val="39"/>
  </w:num>
  <w:num w:numId="25">
    <w:abstractNumId w:val="12"/>
  </w:num>
  <w:num w:numId="26">
    <w:abstractNumId w:val="42"/>
  </w:num>
  <w:num w:numId="27">
    <w:abstractNumId w:val="9"/>
  </w:num>
  <w:num w:numId="28">
    <w:abstractNumId w:val="22"/>
  </w:num>
  <w:num w:numId="29">
    <w:abstractNumId w:val="16"/>
  </w:num>
  <w:num w:numId="30">
    <w:abstractNumId w:val="45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4"/>
  </w:num>
  <w:num w:numId="39">
    <w:abstractNumId w:val="19"/>
  </w:num>
  <w:num w:numId="40">
    <w:abstractNumId w:val="21"/>
  </w:num>
  <w:num w:numId="41">
    <w:abstractNumId w:val="36"/>
  </w:num>
  <w:num w:numId="42">
    <w:abstractNumId w:val="38"/>
  </w:num>
  <w:num w:numId="43">
    <w:abstractNumId w:val="18"/>
  </w:num>
  <w:num w:numId="44">
    <w:abstractNumId w:val="17"/>
  </w:num>
  <w:num w:numId="45">
    <w:abstractNumId w:val="26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BB1"/>
    <w:rsid w:val="00133957"/>
    <w:rsid w:val="001372F6"/>
    <w:rsid w:val="00144385"/>
    <w:rsid w:val="00146EEC"/>
    <w:rsid w:val="00151D55"/>
    <w:rsid w:val="00151D93"/>
    <w:rsid w:val="00153D92"/>
    <w:rsid w:val="001565AE"/>
    <w:rsid w:val="00156EF3"/>
    <w:rsid w:val="00171C90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FEB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F8D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3A00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96B65"/>
    <w:rsid w:val="005A1D70"/>
    <w:rsid w:val="005A3AA5"/>
    <w:rsid w:val="005A6C9C"/>
    <w:rsid w:val="005A74DC"/>
    <w:rsid w:val="005B5146"/>
    <w:rsid w:val="005D1AFD"/>
    <w:rsid w:val="005E385B"/>
    <w:rsid w:val="005E51E6"/>
    <w:rsid w:val="005E65B4"/>
    <w:rsid w:val="005F027A"/>
    <w:rsid w:val="005F33CC"/>
    <w:rsid w:val="005F771F"/>
    <w:rsid w:val="005F7B91"/>
    <w:rsid w:val="006050A9"/>
    <w:rsid w:val="006121D4"/>
    <w:rsid w:val="00613B49"/>
    <w:rsid w:val="00616845"/>
    <w:rsid w:val="00620E8E"/>
    <w:rsid w:val="00633CFE"/>
    <w:rsid w:val="00634FCA"/>
    <w:rsid w:val="00643C64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4C74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0FA"/>
    <w:rsid w:val="00751F7E"/>
    <w:rsid w:val="00752C75"/>
    <w:rsid w:val="00757005"/>
    <w:rsid w:val="00761DBE"/>
    <w:rsid w:val="0076523B"/>
    <w:rsid w:val="00771B60"/>
    <w:rsid w:val="00781D77"/>
    <w:rsid w:val="00783549"/>
    <w:rsid w:val="007854AD"/>
    <w:rsid w:val="007860B7"/>
    <w:rsid w:val="00786DC8"/>
    <w:rsid w:val="007905D2"/>
    <w:rsid w:val="007959B5"/>
    <w:rsid w:val="007A300D"/>
    <w:rsid w:val="007D5A78"/>
    <w:rsid w:val="007E3BD1"/>
    <w:rsid w:val="007F1563"/>
    <w:rsid w:val="007F1EB2"/>
    <w:rsid w:val="007F44DB"/>
    <w:rsid w:val="007F5A8B"/>
    <w:rsid w:val="00804643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4442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7D0"/>
    <w:rsid w:val="009D15E2"/>
    <w:rsid w:val="009D15FE"/>
    <w:rsid w:val="009D5D2C"/>
    <w:rsid w:val="009E0B21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92E28"/>
    <w:rsid w:val="00A962CB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0775C"/>
    <w:rsid w:val="00B12013"/>
    <w:rsid w:val="00B22C67"/>
    <w:rsid w:val="00B31BDB"/>
    <w:rsid w:val="00B3508F"/>
    <w:rsid w:val="00B41BB7"/>
    <w:rsid w:val="00B43875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BF45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38B2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DF4322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665"/>
    <w:rsid w:val="00EB5C88"/>
    <w:rsid w:val="00EC0469"/>
    <w:rsid w:val="00EC0C3E"/>
    <w:rsid w:val="00EE7FB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383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962C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0261E7-881F-4920-9F72-C27783820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400B51-CCCB-4D0C-9FC0-52719393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292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44</cp:revision>
  <cp:lastPrinted>2016-05-27T05:21:00Z</cp:lastPrinted>
  <dcterms:created xsi:type="dcterms:W3CDTF">2020-08-25T06:08:00Z</dcterms:created>
  <dcterms:modified xsi:type="dcterms:W3CDTF">2021-06-08T06:33:00Z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